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2DBB67F2">
                <wp:simplePos x="0" y="0"/>
                <wp:positionH relativeFrom="column">
                  <wp:posOffset>4705350</wp:posOffset>
                </wp:positionH>
                <wp:positionV relativeFrom="paragraph">
                  <wp:posOffset>-600075</wp:posOffset>
                </wp:positionV>
                <wp:extent cx="1616710" cy="670956"/>
                <wp:effectExtent l="0" t="0" r="2159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6710" cy="670956"/>
                          <a:chOff x="12866" y="523"/>
                          <a:chExt cx="2546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7" y="617"/>
                            <a:ext cx="2465" cy="858"/>
                            <a:chOff x="9160" y="772"/>
                            <a:chExt cx="2053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37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5F5F20BD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F4659D">
                                      <w:rPr>
                                        <w:rStyle w:val="Style2"/>
                                        <w:sz w:val="18"/>
                                      </w:rPr>
                                      <w:t>4</w:t>
                                    </w:r>
                                    <w:r w:rsidR="00C30B66">
                                      <w:rPr>
                                        <w:rStyle w:val="Style2"/>
                                        <w:sz w:val="18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5pt;margin-top:-47.25pt;width:127.3pt;height:52.85pt;z-index:251659776" coordorigin="12866,523" coordsize="2546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7;top:617;width:2465;height:858" coordorigin="9160,772" coordsize="2053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37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5F5F20BD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F4659D">
                                <w:rPr>
                                  <w:rStyle w:val="Style2"/>
                                  <w:sz w:val="18"/>
                                </w:rPr>
                                <w:t>4</w:t>
                              </w:r>
                              <w:r w:rsidR="00C30B66">
                                <w:rPr>
                                  <w:rStyle w:val="Style2"/>
                                  <w:sz w:val="18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C30B6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C30B6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C30B6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87244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0B66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6</cp:revision>
  <cp:lastPrinted>2011-03-04T18:48:00Z</cp:lastPrinted>
  <dcterms:created xsi:type="dcterms:W3CDTF">2025-07-29T12:16:00Z</dcterms:created>
  <dcterms:modified xsi:type="dcterms:W3CDTF">2025-09-17T14:46:00Z</dcterms:modified>
</cp:coreProperties>
</file>